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167B4628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AC493B">
        <w:rPr>
          <w:rFonts w:ascii="Arial" w:hAnsi="Arial" w:cs="Arial"/>
          <w:bCs/>
          <w:i w:val="0"/>
          <w:sz w:val="22"/>
          <w:szCs w:val="22"/>
        </w:rPr>
        <w:t>7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06154234" w:rsidR="006A5BF3" w:rsidRDefault="004422E1" w:rsidP="00AF1F98">
      <w:pPr>
        <w:spacing w:after="0" w:line="252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027511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027511">
        <w:rPr>
          <w:rFonts w:ascii="Arial" w:hAnsi="Arial" w:cs="Arial"/>
          <w:b/>
        </w:rPr>
        <w:t>5</w:t>
      </w:r>
    </w:p>
    <w:p w14:paraId="3EA6F33A" w14:textId="77777777" w:rsidR="00DD5808" w:rsidRDefault="00DD5808" w:rsidP="00AF1F98">
      <w:pPr>
        <w:spacing w:after="0" w:line="252" w:lineRule="auto"/>
        <w:rPr>
          <w:rFonts w:ascii="Arial" w:hAnsi="Arial" w:cs="Arial"/>
          <w:b/>
        </w:rPr>
      </w:pPr>
    </w:p>
    <w:p w14:paraId="2A24CE18" w14:textId="6FE1A5EA" w:rsidR="00C4103F" w:rsidRPr="00B105BC" w:rsidRDefault="007118F0" w:rsidP="00AF1F98">
      <w:pPr>
        <w:spacing w:after="0" w:line="252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50FC09B9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14:paraId="19EE108C" w14:textId="77777777" w:rsidR="003978C3" w:rsidRPr="00C140DA" w:rsidRDefault="003978C3" w:rsidP="003978C3">
      <w:pPr>
        <w:spacing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WYKAZ </w:t>
      </w:r>
      <w:r w:rsidRPr="00C140DA">
        <w:rPr>
          <w:rFonts w:ascii="Arial" w:hAnsi="Arial" w:cs="Arial"/>
          <w:b/>
          <w:lang w:eastAsia="pl-PL"/>
        </w:rPr>
        <w:t>OSÓB, KTÓRE BĘDĄ UCZESTNICZYĆ W WYKONYWANIU ZAMÓWIENIA</w:t>
      </w:r>
    </w:p>
    <w:p w14:paraId="5CFD8AD9" w14:textId="77777777" w:rsidR="003978C3" w:rsidRPr="003978C3" w:rsidRDefault="003978C3" w:rsidP="003978C3">
      <w:pPr>
        <w:jc w:val="center"/>
        <w:rPr>
          <w:sz w:val="20"/>
          <w:szCs w:val="20"/>
          <w:lang w:eastAsia="pl-PL"/>
        </w:rPr>
      </w:pPr>
      <w:r w:rsidRPr="003978C3">
        <w:rPr>
          <w:rFonts w:ascii="Arial" w:hAnsi="Arial" w:cs="Arial"/>
          <w:sz w:val="20"/>
          <w:szCs w:val="20"/>
          <w:lang w:eastAsia="pl-PL"/>
        </w:rPr>
        <w:t>wraz z informacjami na temat ich kwalifikacji zawodowych, uprawnień, doświadczenia i wykształcenia niezbędnych dla wykonania zamówienia publicznego, a także zakresu wykonywanych przez nie czynności, oraz informacją o podstawie do dysponowania tymi osobami</w:t>
      </w:r>
    </w:p>
    <w:tbl>
      <w:tblPr>
        <w:tblW w:w="14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888"/>
        <w:gridCol w:w="2174"/>
        <w:gridCol w:w="7586"/>
        <w:gridCol w:w="2248"/>
      </w:tblGrid>
      <w:tr w:rsidR="003978C3" w:rsidRPr="00F22B34" w14:paraId="6EA4FA04" w14:textId="77777777" w:rsidTr="003978C3">
        <w:trPr>
          <w:cantSplit/>
          <w:trHeight w:val="805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14:paraId="5F3B5023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1899" w:type="dxa"/>
            <w:shd w:val="clear" w:color="auto" w:fill="CCCCCC"/>
            <w:vAlign w:val="center"/>
          </w:tcPr>
          <w:p w14:paraId="017E3525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2182" w:type="dxa"/>
            <w:shd w:val="clear" w:color="auto" w:fill="CCCCCC"/>
            <w:vAlign w:val="center"/>
          </w:tcPr>
          <w:p w14:paraId="61C98B87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BFAB801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Opis uprawnień budowlanych i kwalifikacji zawodowych</w:t>
            </w:r>
          </w:p>
          <w:p w14:paraId="2C71A3E7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5" w:type="dxa"/>
            <w:shd w:val="clear" w:color="auto" w:fill="CCCCCC"/>
            <w:vAlign w:val="center"/>
          </w:tcPr>
          <w:p w14:paraId="1EA9AED6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Informacje o podstawie do dysponowania tymi osobami</w:t>
            </w:r>
          </w:p>
        </w:tc>
      </w:tr>
      <w:tr w:rsidR="003978C3" w:rsidRPr="00F22B34" w14:paraId="061ABCFC" w14:textId="77777777" w:rsidTr="00071BF1">
        <w:trPr>
          <w:cantSplit/>
          <w:trHeight w:val="347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14:paraId="4A186716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CCCCCC"/>
            <w:vAlign w:val="center"/>
          </w:tcPr>
          <w:p w14:paraId="253785BE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2182" w:type="dxa"/>
            <w:shd w:val="clear" w:color="auto" w:fill="CCCCCC"/>
            <w:vAlign w:val="center"/>
          </w:tcPr>
          <w:p w14:paraId="5E12A031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B984D4C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(3)</w:t>
            </w:r>
          </w:p>
        </w:tc>
        <w:tc>
          <w:tcPr>
            <w:tcW w:w="2255" w:type="dxa"/>
            <w:shd w:val="clear" w:color="auto" w:fill="CCCCCC"/>
            <w:vAlign w:val="center"/>
          </w:tcPr>
          <w:p w14:paraId="6CDA19C0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(4)</w:t>
            </w:r>
          </w:p>
        </w:tc>
      </w:tr>
      <w:tr w:rsidR="003978C3" w:rsidRPr="00F22B34" w14:paraId="149C7332" w14:textId="77777777" w:rsidTr="00071BF1">
        <w:trPr>
          <w:cantSplit/>
          <w:trHeight w:val="1607"/>
          <w:jc w:val="center"/>
        </w:trPr>
        <w:tc>
          <w:tcPr>
            <w:tcW w:w="523" w:type="dxa"/>
            <w:vAlign w:val="center"/>
          </w:tcPr>
          <w:p w14:paraId="4AD0C81E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99" w:type="dxa"/>
            <w:vAlign w:val="center"/>
          </w:tcPr>
          <w:p w14:paraId="469A060F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2" w:type="dxa"/>
            <w:vAlign w:val="center"/>
          </w:tcPr>
          <w:p w14:paraId="1DE73B27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b/>
                <w:color w:val="000000" w:themeColor="text1"/>
                <w:sz w:val="20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4AD50881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Nr uprawnień:</w:t>
            </w: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  <w:p w14:paraId="69B425B0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Data wydania uprawnień:</w:t>
            </w: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  <w:p w14:paraId="3F16AF33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44BFE55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268F5AB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  <w:p w14:paraId="1FA58574" w14:textId="77777777" w:rsidR="003978C3" w:rsidRPr="003978C3" w:rsidRDefault="003978C3" w:rsidP="00071BF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  <w:p w14:paraId="3AF67139" w14:textId="77777777" w:rsidR="003978C3" w:rsidRDefault="003978C3" w:rsidP="00071BF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 w:rsidRPr="003978C3"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  <w:p w14:paraId="34959EB7" w14:textId="5EA9B353" w:rsidR="00AF1F98" w:rsidRPr="003978C3" w:rsidRDefault="00AF1F98" w:rsidP="00071BF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…………………………………………………………………………………………………………………………………………….</w:t>
            </w:r>
            <w:bookmarkStart w:id="0" w:name="_GoBack"/>
            <w:bookmarkEnd w:id="0"/>
          </w:p>
        </w:tc>
        <w:tc>
          <w:tcPr>
            <w:tcW w:w="2255" w:type="dxa"/>
            <w:vAlign w:val="center"/>
          </w:tcPr>
          <w:p w14:paraId="6AF6AECA" w14:textId="77777777" w:rsidR="003978C3" w:rsidRPr="003978C3" w:rsidRDefault="003978C3" w:rsidP="00071BF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p w14:paraId="1A6463A2" w14:textId="5314E2DE" w:rsidR="00B816C3" w:rsidRPr="00B816C3" w:rsidRDefault="00B816C3" w:rsidP="003978C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816C3" w:rsidRPr="00B816C3" w:rsidSect="00DD5808">
      <w:headerReference w:type="default" r:id="rId8"/>
      <w:footerReference w:type="default" r:id="rId9"/>
      <w:endnotePr>
        <w:numFmt w:val="decimal"/>
      </w:endnotePr>
      <w:pgSz w:w="16838" w:h="11906" w:orient="landscape"/>
      <w:pgMar w:top="624" w:right="624" w:bottom="624" w:left="624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0998B" w14:textId="1A2D8A40" w:rsidR="00DD5808" w:rsidRDefault="00DD5808" w:rsidP="00DD5808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1D8A19" wp14:editId="79A2B131">
              <wp:simplePos x="0" y="0"/>
              <wp:positionH relativeFrom="column">
                <wp:posOffset>13335</wp:posOffset>
              </wp:positionH>
              <wp:positionV relativeFrom="paragraph">
                <wp:posOffset>122555</wp:posOffset>
              </wp:positionV>
              <wp:extent cx="988695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88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647BF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9.65pt" to="779.5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" strokecolor="black [3200]" strokeweight=".5pt">
              <v:stroke joinstyle="miter"/>
            </v:line>
          </w:pict>
        </mc:Fallback>
      </mc:AlternateContent>
    </w:r>
  </w:p>
  <w:p w14:paraId="3D7FEE31" w14:textId="43DCCF11" w:rsidR="00DD5808" w:rsidRPr="00184CE9" w:rsidRDefault="00DD5808" w:rsidP="00DD5808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04A1DDB7" w:rsidR="000F3EC0" w:rsidRDefault="00DD5808" w:rsidP="003978C3">
    <w:pPr>
      <w:pStyle w:val="Nagwek"/>
      <w:jc w:val="center"/>
    </w:pPr>
    <w:r w:rsidRPr="00D275E6">
      <w:rPr>
        <w:noProof/>
      </w:rPr>
      <w:drawing>
        <wp:inline distT="0" distB="0" distL="0" distR="0" wp14:anchorId="50C377F1" wp14:editId="75DD36CF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27511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978C3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173D5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0743B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C493B"/>
    <w:rsid w:val="00AD5487"/>
    <w:rsid w:val="00AE6FF2"/>
    <w:rsid w:val="00AF192D"/>
    <w:rsid w:val="00AF1F98"/>
    <w:rsid w:val="00AF36B8"/>
    <w:rsid w:val="00B0088C"/>
    <w:rsid w:val="00B105BC"/>
    <w:rsid w:val="00B13573"/>
    <w:rsid w:val="00B15219"/>
    <w:rsid w:val="00B15FD3"/>
    <w:rsid w:val="00B34079"/>
    <w:rsid w:val="00B36ABD"/>
    <w:rsid w:val="00B53176"/>
    <w:rsid w:val="00B54821"/>
    <w:rsid w:val="00B62DD5"/>
    <w:rsid w:val="00B8005E"/>
    <w:rsid w:val="00B816C3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DD5808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B816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816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CD284-CD09-4BA7-B2D8-1B91C87F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10</cp:revision>
  <cp:lastPrinted>2016-07-26T10:32:00Z</cp:lastPrinted>
  <dcterms:created xsi:type="dcterms:W3CDTF">2024-05-14T10:56:00Z</dcterms:created>
  <dcterms:modified xsi:type="dcterms:W3CDTF">2025-11-28T11:33:00Z</dcterms:modified>
</cp:coreProperties>
</file>